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006F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D2972" w14:textId="77777777" w:rsidR="008F1383" w:rsidRDefault="008F1383" w:rsidP="00EF3954">
      <w:r>
        <w:separator/>
      </w:r>
    </w:p>
  </w:endnote>
  <w:endnote w:type="continuationSeparator" w:id="0">
    <w:p w14:paraId="41B3F17E" w14:textId="77777777" w:rsidR="008F1383" w:rsidRDefault="008F1383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5E323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F50B7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E1EBE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F629F" w14:textId="77777777" w:rsidR="008F1383" w:rsidRDefault="008F1383" w:rsidP="00EF3954">
      <w:r>
        <w:separator/>
      </w:r>
    </w:p>
  </w:footnote>
  <w:footnote w:type="continuationSeparator" w:id="0">
    <w:p w14:paraId="16367471" w14:textId="77777777" w:rsidR="008F1383" w:rsidRDefault="008F1383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4C5C7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7C340" w14:textId="1FD2AE4D" w:rsidR="00D1301B" w:rsidRPr="00D1301B" w:rsidRDefault="00D1301B" w:rsidP="00730B0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D1301B">
      <w:rPr>
        <w:rFonts w:ascii="Arial Narrow" w:hAnsi="Arial Narrow" w:cs="Arial"/>
        <w:color w:val="006288"/>
        <w:sz w:val="18"/>
        <w:szCs w:val="18"/>
        <w:lang w:val="en-US"/>
      </w:rPr>
      <w:t>FACULTY OF CIVIL AND TRANSPORT ENGINEERING</w:t>
    </w:r>
  </w:p>
  <w:p w14:paraId="10299046" w14:textId="551B34DC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ul. Piotrowo 3, 60 965 Poznań</w:t>
    </w:r>
  </w:p>
  <w:p w14:paraId="7BC6F2B2" w14:textId="259074D8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Studia stacjonarne tel.:</w:t>
    </w:r>
  </w:p>
  <w:p w14:paraId="248C3380" w14:textId="77777777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 xml:space="preserve">+48 (61) 665 23 57, +48 (61) 66527 13, </w:t>
    </w:r>
  </w:p>
  <w:p w14:paraId="31A07E2F" w14:textId="77777777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+48 (61) 665 26 61, +48 (61) 665 23 56</w:t>
    </w:r>
  </w:p>
  <w:p w14:paraId="75158BE4" w14:textId="77777777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e-mail: office_dwmtf@put.poznan.pl</w:t>
    </w:r>
  </w:p>
  <w:p w14:paraId="56A49A38" w14:textId="77777777" w:rsidR="008651D8" w:rsidRPr="001B0287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www.fte.put.poznan.pl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2579CFD3" wp14:editId="1798E43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5946F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B04"/>
    <w:rsid w:val="001B0287"/>
    <w:rsid w:val="002D3026"/>
    <w:rsid w:val="00466EE8"/>
    <w:rsid w:val="004B74CA"/>
    <w:rsid w:val="00674996"/>
    <w:rsid w:val="00730B04"/>
    <w:rsid w:val="007D07E3"/>
    <w:rsid w:val="008651D8"/>
    <w:rsid w:val="008F1383"/>
    <w:rsid w:val="00B9170B"/>
    <w:rsid w:val="00C11767"/>
    <w:rsid w:val="00D1022A"/>
    <w:rsid w:val="00D1301B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2F1EE"/>
  <w15:chartTrackingRefBased/>
  <w15:docId w15:val="{65936397-3054-2441-90DB-0E61FC8F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Li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PP_listownik_WILiT.dotx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2021-01-18T09:07:00Z</dcterms:created>
  <dcterms:modified xsi:type="dcterms:W3CDTF">2021-03-23T10:01:00Z</dcterms:modified>
</cp:coreProperties>
</file>