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774209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356219" w14:textId="77777777" w:rsidR="0075435A" w:rsidRDefault="0075435A" w:rsidP="00EF3954">
      <w:r>
        <w:separator/>
      </w:r>
    </w:p>
  </w:endnote>
  <w:endnote w:type="continuationSeparator" w:id="0">
    <w:p w14:paraId="311A0FC8" w14:textId="77777777" w:rsidR="0075435A" w:rsidRDefault="0075435A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quareSlab711MdEU Normal">
    <w:altName w:val="SQUARESLAB711MDEU NORMAL"/>
    <w:panose1 w:val="00000400000000000000"/>
    <w:charset w:val="00"/>
    <w:family w:val="auto"/>
    <w:pitch w:val="variable"/>
    <w:sig w:usb0="800000AF" w:usb1="5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23FBE" w14:textId="77777777" w:rsidR="00B9170B" w:rsidRDefault="00B91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ACB82" w14:textId="77777777" w:rsidR="00B9170B" w:rsidRDefault="00B91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8775C" w14:textId="77777777" w:rsidR="00B9170B" w:rsidRDefault="00B91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93CEA9" w14:textId="77777777" w:rsidR="0075435A" w:rsidRDefault="0075435A" w:rsidP="00EF3954">
      <w:r>
        <w:separator/>
      </w:r>
    </w:p>
  </w:footnote>
  <w:footnote w:type="continuationSeparator" w:id="0">
    <w:p w14:paraId="70CB7FC2" w14:textId="77777777" w:rsidR="0075435A" w:rsidRDefault="0075435A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EC0F34" w14:textId="77777777" w:rsidR="00B9170B" w:rsidRDefault="00B91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F9C83" w14:textId="77777777" w:rsidR="00145286" w:rsidRPr="0089306E" w:rsidRDefault="00145286" w:rsidP="00145286">
    <w:pPr>
      <w:ind w:left="1418"/>
      <w:rPr>
        <w:rFonts w:ascii="SquareSlab711MdEU Normal" w:hAnsi="SquareSlab711MdEU Normal" w:cs="Arial"/>
        <w:color w:val="CF4A10"/>
        <w:lang w:val="en-US"/>
      </w:rPr>
    </w:pPr>
    <w:r w:rsidRPr="0089306E">
      <w:rPr>
        <w:rFonts w:ascii="SquareSlab711MdEU Normal" w:hAnsi="SquareSlab711MdEU Normal" w:cs="Arial"/>
        <w:color w:val="CF4A10"/>
        <w:lang w:val="en-US"/>
      </w:rPr>
      <w:t>Personal Name</w:t>
    </w:r>
  </w:p>
  <w:p w14:paraId="12044D0C" w14:textId="77777777" w:rsidR="00145286" w:rsidRPr="0089306E" w:rsidRDefault="00145286" w:rsidP="00145286">
    <w:pPr>
      <w:ind w:left="1418"/>
      <w:rPr>
        <w:rFonts w:ascii="Arial" w:hAnsi="Arial" w:cs="Arial"/>
        <w:b/>
        <w:bCs/>
        <w:color w:val="006288"/>
        <w:sz w:val="16"/>
        <w:szCs w:val="16"/>
        <w:lang w:val="en-US"/>
      </w:rPr>
    </w:pPr>
    <w:r w:rsidRPr="0089306E">
      <w:rPr>
        <w:rFonts w:ascii="Arial" w:hAnsi="Arial" w:cs="Arial"/>
        <w:b/>
        <w:bCs/>
        <w:color w:val="006288"/>
        <w:sz w:val="16"/>
        <w:szCs w:val="16"/>
        <w:lang w:val="en-US"/>
      </w:rPr>
      <w:t>Function</w:t>
    </w:r>
  </w:p>
  <w:p w14:paraId="4A0C77C9" w14:textId="77777777" w:rsidR="00145286" w:rsidRPr="0089306E" w:rsidRDefault="00145286" w:rsidP="00145286">
    <w:pPr>
      <w:ind w:left="1418"/>
      <w:rPr>
        <w:rFonts w:ascii="Arial" w:hAnsi="Arial" w:cs="Arial"/>
        <w:color w:val="006288"/>
        <w:sz w:val="18"/>
        <w:szCs w:val="18"/>
        <w:lang w:val="en-US"/>
      </w:rPr>
    </w:pPr>
  </w:p>
  <w:p w14:paraId="4A2922B7" w14:textId="69B23964" w:rsidR="0042074F" w:rsidRPr="0042074F" w:rsidRDefault="0042074F" w:rsidP="00A125E6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42074F">
      <w:rPr>
        <w:rFonts w:ascii="Arial Narrow" w:hAnsi="Arial Narrow" w:cs="Arial"/>
        <w:color w:val="006288"/>
        <w:sz w:val="18"/>
        <w:szCs w:val="18"/>
        <w:lang w:val="en-US"/>
      </w:rPr>
      <w:t>FACULTY OF MECHANICAL ENGINEERING</w:t>
    </w:r>
  </w:p>
  <w:p w14:paraId="68589D4C" w14:textId="5955C310" w:rsidR="00A125E6" w:rsidRPr="00145286" w:rsidRDefault="00A125E6" w:rsidP="00A125E6">
    <w:pPr>
      <w:ind w:left="1418"/>
      <w:rPr>
        <w:rFonts w:ascii="Arial Narrow" w:hAnsi="Arial Narrow" w:cs="Arial"/>
        <w:color w:val="006288"/>
        <w:sz w:val="18"/>
        <w:szCs w:val="18"/>
      </w:rPr>
    </w:pPr>
    <w:r w:rsidRPr="00145286">
      <w:rPr>
        <w:rFonts w:ascii="Arial Narrow" w:hAnsi="Arial Narrow" w:cs="Arial"/>
        <w:color w:val="006288"/>
        <w:sz w:val="18"/>
        <w:szCs w:val="18"/>
      </w:rPr>
      <w:t>ul. Piotrowo 3, 60-965 Poznań</w:t>
    </w:r>
  </w:p>
  <w:p w14:paraId="1114968A" w14:textId="723FAD53" w:rsidR="00A125E6" w:rsidRPr="00A125E6" w:rsidRDefault="008E3C6D" w:rsidP="00A125E6">
    <w:pPr>
      <w:ind w:left="1418"/>
      <w:rPr>
        <w:rFonts w:ascii="Arial Narrow" w:hAnsi="Arial Narrow" w:cs="Arial"/>
        <w:color w:val="006288"/>
        <w:sz w:val="18"/>
        <w:szCs w:val="18"/>
      </w:rPr>
    </w:pPr>
    <w:r w:rsidRPr="008E3C6D">
      <w:rPr>
        <w:rFonts w:ascii="Arial Narrow" w:hAnsi="Arial Narrow" w:cs="Arial"/>
        <w:color w:val="006288"/>
        <w:sz w:val="18"/>
        <w:szCs w:val="18"/>
      </w:rPr>
      <w:t>Full-</w:t>
    </w:r>
    <w:proofErr w:type="spellStart"/>
    <w:r w:rsidRPr="008E3C6D">
      <w:rPr>
        <w:rFonts w:ascii="Arial Narrow" w:hAnsi="Arial Narrow" w:cs="Arial"/>
        <w:color w:val="006288"/>
        <w:sz w:val="18"/>
        <w:szCs w:val="18"/>
      </w:rPr>
      <w:t>time</w:t>
    </w:r>
    <w:proofErr w:type="spellEnd"/>
    <w:r w:rsidRPr="008E3C6D">
      <w:rPr>
        <w:rFonts w:ascii="Arial Narrow" w:hAnsi="Arial Narrow" w:cs="Arial"/>
        <w:color w:val="006288"/>
        <w:sz w:val="18"/>
        <w:szCs w:val="18"/>
      </w:rPr>
      <w:t xml:space="preserve"> </w:t>
    </w:r>
    <w:proofErr w:type="spellStart"/>
    <w:r w:rsidRPr="008E3C6D">
      <w:rPr>
        <w:rFonts w:ascii="Arial Narrow" w:hAnsi="Arial Narrow" w:cs="Arial"/>
        <w:color w:val="006288"/>
        <w:sz w:val="18"/>
        <w:szCs w:val="18"/>
      </w:rPr>
      <w:t>studies</w:t>
    </w:r>
    <w:proofErr w:type="spellEnd"/>
    <w:r>
      <w:rPr>
        <w:rFonts w:ascii="Arial Narrow" w:hAnsi="Arial Narrow" w:cs="Arial"/>
        <w:color w:val="006288"/>
        <w:sz w:val="18"/>
        <w:szCs w:val="18"/>
      </w:rPr>
      <w:t xml:space="preserve"> phone</w:t>
    </w:r>
    <w:r w:rsidR="00A125E6" w:rsidRPr="00A125E6">
      <w:rPr>
        <w:rFonts w:ascii="Arial Narrow" w:hAnsi="Arial Narrow" w:cs="Arial"/>
        <w:color w:val="006288"/>
        <w:sz w:val="18"/>
        <w:szCs w:val="18"/>
      </w:rPr>
      <w:t>: +48 (61) 665 23 62</w:t>
    </w:r>
  </w:p>
  <w:p w14:paraId="4422EEB5" w14:textId="77777777" w:rsidR="00A125E6" w:rsidRPr="008E3C6D" w:rsidRDefault="00A125E6" w:rsidP="00A125E6">
    <w:pPr>
      <w:ind w:left="1418"/>
      <w:rPr>
        <w:rFonts w:ascii="Arial Narrow" w:hAnsi="Arial Narrow" w:cs="Arial"/>
        <w:color w:val="006288"/>
        <w:sz w:val="18"/>
        <w:szCs w:val="18"/>
      </w:rPr>
    </w:pPr>
    <w:r w:rsidRPr="008E3C6D">
      <w:rPr>
        <w:rFonts w:ascii="Arial Narrow" w:hAnsi="Arial Narrow" w:cs="Arial"/>
        <w:color w:val="006288"/>
        <w:sz w:val="18"/>
        <w:szCs w:val="18"/>
      </w:rPr>
      <w:t>e-mail: wim@put.poznan.pl</w:t>
    </w:r>
  </w:p>
  <w:p w14:paraId="0B2C7D02" w14:textId="77777777" w:rsidR="008651D8" w:rsidRPr="001B0287" w:rsidRDefault="00A125E6" w:rsidP="00A125E6">
    <w:pPr>
      <w:ind w:left="1418"/>
      <w:rPr>
        <w:rFonts w:ascii="Arial Narrow" w:hAnsi="Arial Narrow" w:cs="Arial"/>
        <w:color w:val="006288"/>
        <w:sz w:val="18"/>
        <w:szCs w:val="18"/>
      </w:rPr>
    </w:pPr>
    <w:r w:rsidRPr="00A125E6">
      <w:rPr>
        <w:rFonts w:ascii="Arial Narrow" w:hAnsi="Arial Narrow" w:cs="Arial"/>
        <w:color w:val="006288"/>
        <w:sz w:val="18"/>
        <w:szCs w:val="18"/>
      </w:rPr>
      <w:t>www.wim.put.poznan.pl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559D9BB3" wp14:editId="788B0ECC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22DCE" w14:textId="77777777" w:rsidR="00B9170B" w:rsidRDefault="00B91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5E6"/>
    <w:rsid w:val="000F532D"/>
    <w:rsid w:val="00145286"/>
    <w:rsid w:val="001478D4"/>
    <w:rsid w:val="001B0287"/>
    <w:rsid w:val="0042074F"/>
    <w:rsid w:val="00432DB6"/>
    <w:rsid w:val="00455086"/>
    <w:rsid w:val="00466EE8"/>
    <w:rsid w:val="004B74CA"/>
    <w:rsid w:val="0075435A"/>
    <w:rsid w:val="007D07E3"/>
    <w:rsid w:val="008651D8"/>
    <w:rsid w:val="008A5C61"/>
    <w:rsid w:val="008E3C6D"/>
    <w:rsid w:val="00A125E6"/>
    <w:rsid w:val="00A7287A"/>
    <w:rsid w:val="00B9170B"/>
    <w:rsid w:val="00C11767"/>
    <w:rsid w:val="00D1022A"/>
    <w:rsid w:val="00D91529"/>
    <w:rsid w:val="00EF3954"/>
    <w:rsid w:val="00F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E74A36"/>
  <w15:chartTrackingRefBased/>
  <w15:docId w15:val="{4C886A4C-7A14-FA4D-90B1-93F74C0E7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IM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PP_listownik_WIM.dotx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4</cp:revision>
  <dcterms:created xsi:type="dcterms:W3CDTF">2021-01-18T09:08:00Z</dcterms:created>
  <dcterms:modified xsi:type="dcterms:W3CDTF">2021-05-06T15:08:00Z</dcterms:modified>
</cp:coreProperties>
</file>