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36C42" w14:textId="77777777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1E850" w14:textId="77777777" w:rsidR="00156E87" w:rsidRDefault="00156E87" w:rsidP="00EF3954">
      <w:r>
        <w:separator/>
      </w:r>
    </w:p>
  </w:endnote>
  <w:endnote w:type="continuationSeparator" w:id="0">
    <w:p w14:paraId="203F2B2C" w14:textId="77777777" w:rsidR="00156E87" w:rsidRDefault="00156E87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21550" w14:textId="77777777" w:rsidR="00B9170B" w:rsidRDefault="00B91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84948" w14:textId="77777777" w:rsidR="00B9170B" w:rsidRDefault="00B91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C959D" w14:textId="77777777" w:rsidR="00B9170B" w:rsidRDefault="00B91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7FE6E7" w14:textId="77777777" w:rsidR="00156E87" w:rsidRDefault="00156E87" w:rsidP="00EF3954">
      <w:r>
        <w:separator/>
      </w:r>
    </w:p>
  </w:footnote>
  <w:footnote w:type="continuationSeparator" w:id="0">
    <w:p w14:paraId="5BBF5E04" w14:textId="77777777" w:rsidR="00156E87" w:rsidRDefault="00156E87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6D702" w14:textId="77777777" w:rsidR="00B9170B" w:rsidRDefault="00B91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97886" w14:textId="77777777" w:rsidR="00B44A9F" w:rsidRPr="00EF3954" w:rsidRDefault="00B44A9F" w:rsidP="00B44A9F">
    <w:pPr>
      <w:ind w:left="1418"/>
      <w:rPr>
        <w:rFonts w:ascii="SquareSlab711MdEU Normal" w:hAnsi="SquareSlab711MdEU Normal" w:cs="Arial"/>
        <w:color w:val="CF4A10"/>
      </w:rPr>
    </w:pPr>
    <w:r w:rsidRPr="00EF3954">
      <w:rPr>
        <w:rFonts w:ascii="SquareSlab711MdEU Normal" w:hAnsi="SquareSlab711MdEU Normal" w:cs="Arial"/>
        <w:color w:val="CF4A10"/>
      </w:rPr>
      <w:t>Imię Nazwisko</w:t>
    </w:r>
  </w:p>
  <w:p w14:paraId="1F51682D" w14:textId="77777777" w:rsidR="00B44A9F" w:rsidRPr="00EF3954" w:rsidRDefault="00B44A9F" w:rsidP="00B44A9F">
    <w:pPr>
      <w:ind w:left="1418"/>
      <w:rPr>
        <w:rFonts w:ascii="Arial" w:hAnsi="Arial" w:cs="Arial"/>
        <w:b/>
        <w:bCs/>
        <w:color w:val="006288"/>
        <w:sz w:val="16"/>
        <w:szCs w:val="16"/>
      </w:rPr>
    </w:pPr>
    <w:r w:rsidRPr="00EF3954">
      <w:rPr>
        <w:rFonts w:ascii="Arial" w:hAnsi="Arial" w:cs="Arial"/>
        <w:b/>
        <w:bCs/>
        <w:color w:val="006288"/>
        <w:sz w:val="16"/>
        <w:szCs w:val="16"/>
      </w:rPr>
      <w:t>Funkcja</w:t>
    </w:r>
  </w:p>
  <w:p w14:paraId="1116425E" w14:textId="77777777" w:rsidR="00B44A9F" w:rsidRPr="00EF3954" w:rsidRDefault="00B44A9F" w:rsidP="00B44A9F">
    <w:pPr>
      <w:ind w:left="1418"/>
      <w:rPr>
        <w:rFonts w:ascii="Arial" w:hAnsi="Arial" w:cs="Arial"/>
        <w:color w:val="006288"/>
        <w:sz w:val="18"/>
        <w:szCs w:val="18"/>
      </w:rPr>
    </w:pPr>
  </w:p>
  <w:p w14:paraId="758775F6" w14:textId="77777777" w:rsidR="00C11767" w:rsidRDefault="008A5C61" w:rsidP="00C11767">
    <w:pPr>
      <w:ind w:left="1418"/>
      <w:rPr>
        <w:rFonts w:ascii="Arial Narrow" w:hAnsi="Arial Narrow" w:cs="Arial"/>
        <w:color w:val="006288"/>
        <w:sz w:val="18"/>
        <w:szCs w:val="18"/>
      </w:rPr>
    </w:pPr>
    <w:r w:rsidRPr="008A5C61">
      <w:rPr>
        <w:rFonts w:ascii="Arial Narrow" w:hAnsi="Arial Narrow" w:cs="Arial"/>
        <w:color w:val="006288"/>
        <w:sz w:val="18"/>
        <w:szCs w:val="18"/>
      </w:rPr>
      <w:t>WYDZIAŁ INŻYNIERII MATERIAŁOWEJ I FIZYKI TECHNICZNEJ</w:t>
    </w:r>
  </w:p>
  <w:p w14:paraId="1072309B" w14:textId="77777777" w:rsidR="005F53CE" w:rsidRPr="005F53CE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ul. Piotrowo 3, 60-965 Poznań</w:t>
    </w:r>
  </w:p>
  <w:p w14:paraId="0D6571C5" w14:textId="07BF6CC6" w:rsidR="005F53CE" w:rsidRPr="005F53CE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tel.: +48 (61) 665 3200</w:t>
    </w:r>
  </w:p>
  <w:p w14:paraId="04ECD5E0" w14:textId="77777777" w:rsidR="005F53CE" w:rsidRPr="005F53CE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e-mail: office_dtpf@put.poznan.pl</w:t>
    </w:r>
  </w:p>
  <w:p w14:paraId="0CD596B8" w14:textId="77777777" w:rsidR="008651D8" w:rsidRPr="001B0287" w:rsidRDefault="005F53CE" w:rsidP="005F53CE">
    <w:pPr>
      <w:ind w:left="1418"/>
      <w:rPr>
        <w:rFonts w:ascii="Arial Narrow" w:hAnsi="Arial Narrow" w:cs="Arial"/>
        <w:color w:val="006288"/>
        <w:sz w:val="18"/>
        <w:szCs w:val="18"/>
      </w:rPr>
    </w:pPr>
    <w:r w:rsidRPr="005F53CE">
      <w:rPr>
        <w:rFonts w:ascii="Arial Narrow" w:hAnsi="Arial Narrow" w:cs="Arial"/>
        <w:color w:val="006288"/>
        <w:sz w:val="18"/>
        <w:szCs w:val="18"/>
      </w:rPr>
      <w:t>www.phys.put.poznan.pl</w:t>
    </w:r>
    <w:r w:rsidR="008651D8">
      <w:rPr>
        <w:noProof/>
      </w:rPr>
      <w:drawing>
        <wp:anchor distT="0" distB="0" distL="114300" distR="114300" simplePos="0" relativeHeight="251658240" behindDoc="1" locked="1" layoutInCell="1" allowOverlap="1" wp14:anchorId="7B59649A" wp14:editId="2F75648D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34182" w14:textId="77777777" w:rsidR="00B9170B" w:rsidRDefault="00B917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3CE"/>
    <w:rsid w:val="00156E87"/>
    <w:rsid w:val="001B0287"/>
    <w:rsid w:val="00466EE8"/>
    <w:rsid w:val="004B74CA"/>
    <w:rsid w:val="005F53CE"/>
    <w:rsid w:val="007D07E3"/>
    <w:rsid w:val="008651D8"/>
    <w:rsid w:val="008A5C61"/>
    <w:rsid w:val="00B44A9F"/>
    <w:rsid w:val="00B86C17"/>
    <w:rsid w:val="00B9170B"/>
    <w:rsid w:val="00C11767"/>
    <w:rsid w:val="00D1022A"/>
    <w:rsid w:val="00D91529"/>
    <w:rsid w:val="00E67758"/>
    <w:rsid w:val="00EF3954"/>
    <w:rsid w:val="00F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065D5"/>
  <w15:chartTrackingRefBased/>
  <w15:docId w15:val="{50F4E1ED-C5EE-D847-9536-F5522C56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ukaszha/Desktop/PP%20CI/___PLIKI/08%20LISTOWNIKI%20WYDZIA&#321;OWE/PP_listownik_WIMIFT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PP_listownik_WIMIFT.dotx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Katarzyna Hauza</cp:lastModifiedBy>
  <cp:revision>2</cp:revision>
  <dcterms:created xsi:type="dcterms:W3CDTF">2021-01-18T09:09:00Z</dcterms:created>
  <dcterms:modified xsi:type="dcterms:W3CDTF">2021-05-06T15:00:00Z</dcterms:modified>
</cp:coreProperties>
</file>